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03F69D70" w:rsidR="00535962" w:rsidRPr="00F7167E" w:rsidRDefault="001F02B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3C44EF90">
                <wp:simplePos x="0" y="0"/>
                <wp:positionH relativeFrom="column">
                  <wp:posOffset>-323850</wp:posOffset>
                </wp:positionH>
                <wp:positionV relativeFrom="paragraph">
                  <wp:posOffset>-419100</wp:posOffset>
                </wp:positionV>
                <wp:extent cx="1055370" cy="819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1281E2AA" w:rsidR="00BC61BD" w:rsidRPr="00BC61BD" w:rsidRDefault="001F02B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1F02B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E14E6E" wp14:editId="6D1B9B24">
                                      <wp:extent cx="872490" cy="863477"/>
                                      <wp:effectExtent l="0" t="0" r="3810" b="0"/>
                                      <wp:docPr id="1037733345" name="Imagen 103773334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37733345" name="Imagen 1037733345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-33pt;width:83.1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1281E2AA" w:rsidR="00BC61BD" w:rsidRPr="00BC61BD" w:rsidRDefault="001F02B5">
                          <w:pPr>
                            <w:rPr>
                              <w:lang w:val="en-US"/>
                            </w:rPr>
                          </w:pPr>
                          <w:r w:rsidRPr="001F02B5">
                            <w:drawing>
                              <wp:inline distT="0" distB="0" distL="0" distR="0" wp14:anchorId="1BE14E6E" wp14:editId="6D1B9B24">
                                <wp:extent cx="872490" cy="863477"/>
                                <wp:effectExtent l="0" t="0" r="3810" b="0"/>
                                <wp:docPr id="1037733345" name="Imagen 103773334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7733345" name="Imagen 1037733345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50B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76C3604C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7D685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A268A0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6C19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25E77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7865C4">
                                      <w:rPr>
                                        <w:rStyle w:val="Style2"/>
                                      </w:rPr>
                                      <w:t>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7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76C3604C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7D685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A268A0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6C19A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25E77">
                                <w:rPr>
                                  <w:rStyle w:val="Style2"/>
                                </w:rPr>
                                <w:t>5</w:t>
                              </w:r>
                              <w:r w:rsidR="007865C4">
                                <w:rPr>
                                  <w:rStyle w:val="Style2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E25E7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7C46FC93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3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E25E7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E25E7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4E2A1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FF2"/>
    <w:rsid w:val="001F02B5"/>
    <w:rsid w:val="001F73A7"/>
    <w:rsid w:val="00200073"/>
    <w:rsid w:val="002230CB"/>
    <w:rsid w:val="00237271"/>
    <w:rsid w:val="00252411"/>
    <w:rsid w:val="00253DBA"/>
    <w:rsid w:val="0026335F"/>
    <w:rsid w:val="002712C9"/>
    <w:rsid w:val="002736C2"/>
    <w:rsid w:val="002860A4"/>
    <w:rsid w:val="00291EFB"/>
    <w:rsid w:val="002971F5"/>
    <w:rsid w:val="002C4A7E"/>
    <w:rsid w:val="002E1412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442B"/>
    <w:rsid w:val="005C1FF0"/>
    <w:rsid w:val="005C744C"/>
    <w:rsid w:val="005D0D63"/>
    <w:rsid w:val="005D708A"/>
    <w:rsid w:val="005F0D5D"/>
    <w:rsid w:val="00611A07"/>
    <w:rsid w:val="0062592A"/>
    <w:rsid w:val="00633643"/>
    <w:rsid w:val="006506D0"/>
    <w:rsid w:val="00651E48"/>
    <w:rsid w:val="006709BC"/>
    <w:rsid w:val="006C19AB"/>
    <w:rsid w:val="00780880"/>
    <w:rsid w:val="007865C4"/>
    <w:rsid w:val="007A155F"/>
    <w:rsid w:val="007B4164"/>
    <w:rsid w:val="007B6F6F"/>
    <w:rsid w:val="007D6859"/>
    <w:rsid w:val="00810515"/>
    <w:rsid w:val="0083342F"/>
    <w:rsid w:val="00841F19"/>
    <w:rsid w:val="00854B4F"/>
    <w:rsid w:val="008B3AE5"/>
    <w:rsid w:val="008D40CC"/>
    <w:rsid w:val="008F4966"/>
    <w:rsid w:val="009002B4"/>
    <w:rsid w:val="00957FDA"/>
    <w:rsid w:val="00960503"/>
    <w:rsid w:val="009773D3"/>
    <w:rsid w:val="009A2AEC"/>
    <w:rsid w:val="009B0931"/>
    <w:rsid w:val="009E0472"/>
    <w:rsid w:val="009E6887"/>
    <w:rsid w:val="00A16099"/>
    <w:rsid w:val="00A24343"/>
    <w:rsid w:val="00A251EC"/>
    <w:rsid w:val="00A268A0"/>
    <w:rsid w:val="00A3271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72E11"/>
    <w:rsid w:val="00B82170"/>
    <w:rsid w:val="00B9237C"/>
    <w:rsid w:val="00B97B51"/>
    <w:rsid w:val="00BC1D0C"/>
    <w:rsid w:val="00BC61BD"/>
    <w:rsid w:val="00BD1DC7"/>
    <w:rsid w:val="00BE4FB0"/>
    <w:rsid w:val="00BF1AD5"/>
    <w:rsid w:val="00C41BB4"/>
    <w:rsid w:val="00C45E4B"/>
    <w:rsid w:val="00C4645F"/>
    <w:rsid w:val="00C66D08"/>
    <w:rsid w:val="00C92848"/>
    <w:rsid w:val="00CA4661"/>
    <w:rsid w:val="00CE67A3"/>
    <w:rsid w:val="00D015CB"/>
    <w:rsid w:val="00D07C3A"/>
    <w:rsid w:val="00D24FA7"/>
    <w:rsid w:val="00D64696"/>
    <w:rsid w:val="00D90D49"/>
    <w:rsid w:val="00DC3CA6"/>
    <w:rsid w:val="00DC5D96"/>
    <w:rsid w:val="00DD4F3E"/>
    <w:rsid w:val="00E13E55"/>
    <w:rsid w:val="00E25E77"/>
    <w:rsid w:val="00E3360B"/>
    <w:rsid w:val="00E44E01"/>
    <w:rsid w:val="00E50BF6"/>
    <w:rsid w:val="00E71E93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0DE-EA46-4E40-BBD9-5A561C7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101</Words>
  <Characters>599</Characters>
  <Application>Microsoft Office Word</Application>
  <DocSecurity>0</DocSecurity>
  <Lines>13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GISELLE INDHIRA VARGAS</cp:lastModifiedBy>
  <cp:revision>4</cp:revision>
  <cp:lastPrinted>2011-03-04T18:27:00Z</cp:lastPrinted>
  <dcterms:created xsi:type="dcterms:W3CDTF">2025-08-27T18:19:00Z</dcterms:created>
  <dcterms:modified xsi:type="dcterms:W3CDTF">2025-10-06T14:48:00Z</dcterms:modified>
</cp:coreProperties>
</file>